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6E5" w:rsidRPr="00B03783" w:rsidRDefault="00791CF6" w:rsidP="003E36E5">
      <w:pPr>
        <w:rPr>
          <w:rFonts w:eastAsia="Batang"/>
        </w:rPr>
      </w:pPr>
      <w:bookmarkStart w:id="0" w:name="_GoBack"/>
      <w:bookmarkEnd w:id="0"/>
      <w:r>
        <w:rPr>
          <w:rFonts w:eastAsia="Batang"/>
        </w:rPr>
        <w:t>November</w:t>
      </w:r>
      <w:r w:rsidR="00675468">
        <w:rPr>
          <w:rFonts w:eastAsia="Batang"/>
        </w:rPr>
        <w:t xml:space="preserve"> 1</w:t>
      </w:r>
      <w:r w:rsidR="00E115B6">
        <w:rPr>
          <w:rFonts w:eastAsia="Batang"/>
        </w:rPr>
        <w:t>5, 2010</w:t>
      </w:r>
    </w:p>
    <w:p w:rsidR="003E36E5" w:rsidRPr="00B03783" w:rsidRDefault="003E36E5" w:rsidP="003E36E5">
      <w:pPr>
        <w:rPr>
          <w:rFonts w:eastAsia="Batang"/>
        </w:rPr>
      </w:pPr>
    </w:p>
    <w:p w:rsidR="003E36E5" w:rsidRDefault="003E36E5" w:rsidP="003E36E5">
      <w:pPr>
        <w:rPr>
          <w:rFonts w:eastAsia="Batang"/>
        </w:rPr>
      </w:pPr>
    </w:p>
    <w:p w:rsidR="00943F4B" w:rsidRPr="00B03783" w:rsidRDefault="00943F4B" w:rsidP="003E36E5">
      <w:pPr>
        <w:rPr>
          <w:rFonts w:eastAsia="Batang"/>
        </w:rPr>
      </w:pPr>
    </w:p>
    <w:p w:rsidR="003E36E5" w:rsidRPr="00B03783" w:rsidRDefault="00E72FC6" w:rsidP="003E36E5">
      <w:pPr>
        <w:rPr>
          <w:rFonts w:eastAsia="Batang"/>
        </w:rPr>
      </w:pPr>
      <w:r w:rsidRPr="00E72FC6">
        <w:rPr>
          <w:rFonts w:eastAsia="Batang"/>
        </w:rPr>
        <w:t>To Whom It May Concern:</w:t>
      </w:r>
    </w:p>
    <w:p w:rsidR="003E36E5" w:rsidRPr="00B03783" w:rsidRDefault="003E36E5" w:rsidP="003E36E5">
      <w:pPr>
        <w:rPr>
          <w:color w:val="000000"/>
        </w:rPr>
      </w:pPr>
    </w:p>
    <w:p w:rsidR="003E36E5" w:rsidRPr="00B03783" w:rsidRDefault="00791CF6" w:rsidP="003E36E5">
      <w:pPr>
        <w:rPr>
          <w:color w:val="000000"/>
        </w:rPr>
      </w:pPr>
      <w:r>
        <w:rPr>
          <w:color w:val="000000"/>
        </w:rPr>
        <w:t>It is with great pleasure that I</w:t>
      </w:r>
      <w:r w:rsidR="003E36E5" w:rsidRPr="00B03783">
        <w:rPr>
          <w:color w:val="000000"/>
        </w:rPr>
        <w:t xml:space="preserve"> write </w:t>
      </w:r>
      <w:r>
        <w:rPr>
          <w:color w:val="000000"/>
        </w:rPr>
        <w:t>this</w:t>
      </w:r>
      <w:r w:rsidR="00675468">
        <w:rPr>
          <w:color w:val="000000"/>
        </w:rPr>
        <w:t xml:space="preserve"> letter of recommendation for </w:t>
      </w:r>
      <w:r>
        <w:rPr>
          <w:color w:val="000000"/>
        </w:rPr>
        <w:t>McKenzie Leonard</w:t>
      </w:r>
      <w:r w:rsidR="00675468">
        <w:rPr>
          <w:color w:val="000000"/>
        </w:rPr>
        <w:t xml:space="preserve"> as </w:t>
      </w:r>
      <w:r>
        <w:rPr>
          <w:color w:val="000000"/>
        </w:rPr>
        <w:t xml:space="preserve">excellent </w:t>
      </w:r>
      <w:r w:rsidR="00675468">
        <w:rPr>
          <w:color w:val="000000"/>
        </w:rPr>
        <w:t>candidate</w:t>
      </w:r>
      <w:r w:rsidR="00360152">
        <w:rPr>
          <w:color w:val="000000"/>
        </w:rPr>
        <w:t xml:space="preserve"> for your </w:t>
      </w:r>
      <w:r>
        <w:rPr>
          <w:color w:val="000000"/>
        </w:rPr>
        <w:t>university</w:t>
      </w:r>
      <w:r w:rsidR="00804F24" w:rsidRPr="00B03783">
        <w:rPr>
          <w:color w:val="000000"/>
        </w:rPr>
        <w:t xml:space="preserve">.  </w:t>
      </w:r>
      <w:r>
        <w:rPr>
          <w:color w:val="000000"/>
        </w:rPr>
        <w:t xml:space="preserve">McKenzie </w:t>
      </w:r>
      <w:r w:rsidR="00DB7299">
        <w:rPr>
          <w:color w:val="000000"/>
        </w:rPr>
        <w:t xml:space="preserve">has </w:t>
      </w:r>
      <w:r w:rsidR="003E36E5" w:rsidRPr="00B03783">
        <w:rPr>
          <w:color w:val="000000"/>
        </w:rPr>
        <w:t>studied in my classroom and laboratory at Roosevelt High School</w:t>
      </w:r>
      <w:r w:rsidR="00675468">
        <w:rPr>
          <w:color w:val="000000"/>
        </w:rPr>
        <w:t xml:space="preserve"> and Milliken Middle School</w:t>
      </w:r>
      <w:r w:rsidR="009D3AD3">
        <w:rPr>
          <w:color w:val="000000"/>
        </w:rPr>
        <w:t xml:space="preserve"> as well as a volleyball athlete on my middle school team</w:t>
      </w:r>
      <w:r w:rsidR="00015160">
        <w:rPr>
          <w:color w:val="000000"/>
        </w:rPr>
        <w:t>.</w:t>
      </w:r>
      <w:r w:rsidR="00675468">
        <w:rPr>
          <w:color w:val="000000"/>
        </w:rPr>
        <w:t xml:space="preserve">  In the </w:t>
      </w:r>
      <w:r w:rsidR="00015160">
        <w:rPr>
          <w:color w:val="000000"/>
        </w:rPr>
        <w:t>five</w:t>
      </w:r>
      <w:r w:rsidR="00675468">
        <w:rPr>
          <w:color w:val="000000"/>
        </w:rPr>
        <w:t xml:space="preserve"> years I have known her,</w:t>
      </w:r>
      <w:r w:rsidR="003E36E5" w:rsidRPr="00B03783">
        <w:rPr>
          <w:color w:val="000000"/>
        </w:rPr>
        <w:t xml:space="preserve"> I </w:t>
      </w:r>
      <w:r w:rsidR="0087575E">
        <w:rPr>
          <w:color w:val="000000"/>
        </w:rPr>
        <w:t>h</w:t>
      </w:r>
      <w:r w:rsidR="00DB7299">
        <w:rPr>
          <w:color w:val="000000"/>
        </w:rPr>
        <w:t xml:space="preserve">ave </w:t>
      </w:r>
      <w:r w:rsidR="003E36E5" w:rsidRPr="00B03783">
        <w:rPr>
          <w:color w:val="000000"/>
        </w:rPr>
        <w:t xml:space="preserve">witnessed tremendous growth and development. </w:t>
      </w:r>
      <w:r w:rsidR="00804F24" w:rsidRPr="00B03783">
        <w:rPr>
          <w:color w:val="000000"/>
        </w:rPr>
        <w:t xml:space="preserve"> </w:t>
      </w:r>
      <w:r w:rsidR="003E36E5" w:rsidRPr="00B03783">
        <w:rPr>
          <w:color w:val="000000"/>
        </w:rPr>
        <w:t xml:space="preserve">This development </w:t>
      </w:r>
      <w:r w:rsidR="00DB7299">
        <w:rPr>
          <w:color w:val="000000"/>
        </w:rPr>
        <w:t>has come</w:t>
      </w:r>
      <w:r w:rsidR="003E36E5" w:rsidRPr="00B03783">
        <w:rPr>
          <w:color w:val="000000"/>
        </w:rPr>
        <w:t xml:space="preserve"> not only in the area of scientific achievement and discovery, but in mat</w:t>
      </w:r>
      <w:r>
        <w:rPr>
          <w:color w:val="000000"/>
        </w:rPr>
        <w:t>urity and character as well.</w:t>
      </w:r>
    </w:p>
    <w:p w:rsidR="003E36E5" w:rsidRPr="00B03783" w:rsidRDefault="003E36E5" w:rsidP="003E36E5">
      <w:pPr>
        <w:rPr>
          <w:color w:val="000000"/>
        </w:rPr>
      </w:pPr>
    </w:p>
    <w:p w:rsidR="00F60C0D" w:rsidRDefault="00804F24" w:rsidP="003E36E5">
      <w:pPr>
        <w:rPr>
          <w:rFonts w:eastAsia="Batang"/>
        </w:rPr>
      </w:pPr>
      <w:r w:rsidRPr="00B03783">
        <w:rPr>
          <w:rFonts w:eastAsia="Batang"/>
        </w:rPr>
        <w:t xml:space="preserve">As a student, </w:t>
      </w:r>
      <w:r w:rsidR="00791CF6">
        <w:rPr>
          <w:color w:val="000000"/>
        </w:rPr>
        <w:t>McKenzie</w:t>
      </w:r>
      <w:r w:rsidR="00791CF6" w:rsidRPr="00B03783">
        <w:rPr>
          <w:rFonts w:eastAsia="Batang"/>
        </w:rPr>
        <w:t xml:space="preserve"> </w:t>
      </w:r>
      <w:r w:rsidR="003E36E5" w:rsidRPr="00B03783">
        <w:rPr>
          <w:rFonts w:eastAsia="Batang"/>
        </w:rPr>
        <w:t xml:space="preserve">is very driven.  She strives hard for perfection and always does her best work.  </w:t>
      </w:r>
      <w:r w:rsidR="00714409" w:rsidRPr="00FA553B">
        <w:rPr>
          <w:color w:val="000000"/>
        </w:rPr>
        <w:t>McKenzie</w:t>
      </w:r>
      <w:r w:rsidR="00714409" w:rsidRPr="00FA553B">
        <w:rPr>
          <w:rFonts w:eastAsia="Batang"/>
        </w:rPr>
        <w:t xml:space="preserve"> has</w:t>
      </w:r>
      <w:r w:rsidR="00791CF6" w:rsidRPr="00FA553B">
        <w:rPr>
          <w:rFonts w:eastAsia="Batang"/>
        </w:rPr>
        <w:t xml:space="preserve"> faced many challenges in her life including </w:t>
      </w:r>
      <w:r w:rsidR="00714409" w:rsidRPr="00FA553B">
        <w:rPr>
          <w:rFonts w:eastAsia="Batang"/>
        </w:rPr>
        <w:t>losing her mother while still in middle school</w:t>
      </w:r>
      <w:r w:rsidR="00714409">
        <w:rPr>
          <w:rFonts w:eastAsia="Batang"/>
        </w:rPr>
        <w:t xml:space="preserve">.  </w:t>
      </w:r>
      <w:r w:rsidR="00714409" w:rsidRPr="00FA553B">
        <w:rPr>
          <w:rFonts w:eastAsia="Batang"/>
        </w:rPr>
        <w:t xml:space="preserve">While she could have allowed this experience to determine her fate, I watched as </w:t>
      </w:r>
      <w:r w:rsidR="00714409" w:rsidRPr="00FA553B">
        <w:rPr>
          <w:color w:val="000000"/>
        </w:rPr>
        <w:t>McKenzie used this e</w:t>
      </w:r>
      <w:r w:rsidR="00714409">
        <w:rPr>
          <w:color w:val="000000"/>
        </w:rPr>
        <w:t>xperience to strive for excellence.</w:t>
      </w:r>
      <w:r w:rsidR="00714409">
        <w:rPr>
          <w:rFonts w:eastAsia="Batang"/>
        </w:rPr>
        <w:t xml:space="preserve"> </w:t>
      </w:r>
      <w:r w:rsidR="00F60C0D">
        <w:rPr>
          <w:color w:val="000000"/>
        </w:rPr>
        <w:t>McKenzie</w:t>
      </w:r>
      <w:r w:rsidR="00F60C0D" w:rsidRPr="00B03783">
        <w:rPr>
          <w:rFonts w:eastAsia="Batang"/>
        </w:rPr>
        <w:t xml:space="preserve"> </w:t>
      </w:r>
      <w:r w:rsidR="00F60C0D">
        <w:rPr>
          <w:rFonts w:eastAsia="Batang"/>
        </w:rPr>
        <w:t xml:space="preserve">is a very selfless person as shown in her service to others.  She is actively involved in the Front Range Exceptional Equestrians which allows people with disabilities to ride horses.  </w:t>
      </w:r>
    </w:p>
    <w:p w:rsidR="00F60C0D" w:rsidRDefault="00F60C0D" w:rsidP="003E36E5">
      <w:pPr>
        <w:rPr>
          <w:rFonts w:eastAsia="Batang"/>
        </w:rPr>
      </w:pPr>
    </w:p>
    <w:p w:rsidR="003E36E5" w:rsidRPr="00B03783" w:rsidRDefault="00F60C0D" w:rsidP="003E36E5">
      <w:pPr>
        <w:rPr>
          <w:rFonts w:eastAsia="Batang"/>
        </w:rPr>
      </w:pPr>
      <w:r>
        <w:rPr>
          <w:rFonts w:eastAsia="Batang"/>
        </w:rPr>
        <w:t xml:space="preserve">Within the classroom, </w:t>
      </w:r>
      <w:r>
        <w:rPr>
          <w:color w:val="000000"/>
        </w:rPr>
        <w:t>McKenzie</w:t>
      </w:r>
      <w:r w:rsidR="003E36E5" w:rsidRPr="00B03783">
        <w:rPr>
          <w:rFonts w:eastAsia="Batang"/>
        </w:rPr>
        <w:t xml:space="preserve"> truly understands that she is in charge of her own education and is a</w:t>
      </w:r>
      <w:r w:rsidR="00804F24" w:rsidRPr="00B03783">
        <w:rPr>
          <w:rFonts w:eastAsia="Batang"/>
        </w:rPr>
        <w:t xml:space="preserve">n active learner.  </w:t>
      </w:r>
      <w:r>
        <w:rPr>
          <w:rFonts w:eastAsia="Batang"/>
        </w:rPr>
        <w:t xml:space="preserve">In all the years I have known </w:t>
      </w:r>
      <w:r>
        <w:rPr>
          <w:color w:val="000000"/>
        </w:rPr>
        <w:t xml:space="preserve">McKenzie I have never heard her complain.  </w:t>
      </w:r>
      <w:r w:rsidR="009D3AD3">
        <w:rPr>
          <w:color w:val="000000"/>
        </w:rPr>
        <w:t>McKenzie</w:t>
      </w:r>
      <w:r w:rsidR="009D3AD3">
        <w:rPr>
          <w:rFonts w:eastAsia="Batang"/>
        </w:rPr>
        <w:t xml:space="preserve"> </w:t>
      </w:r>
      <w:r w:rsidR="00015160">
        <w:rPr>
          <w:rFonts w:eastAsia="Batang"/>
        </w:rPr>
        <w:t xml:space="preserve">is a very well-rounded student involved in a variety of activities including </w:t>
      </w:r>
      <w:r w:rsidR="009D3AD3">
        <w:rPr>
          <w:rFonts w:eastAsia="Batang"/>
        </w:rPr>
        <w:t>Educational Talent Search for 7 years, 4-H for 7 years, and volleyball</w:t>
      </w:r>
      <w:r w:rsidR="00FA553B">
        <w:rPr>
          <w:rFonts w:eastAsia="Batang"/>
        </w:rPr>
        <w:t xml:space="preserve"> for 7 years while maintaining a 3.67 GPA.</w:t>
      </w:r>
    </w:p>
    <w:p w:rsidR="003E36E5" w:rsidRPr="00B03783" w:rsidRDefault="003E36E5" w:rsidP="003E36E5">
      <w:pPr>
        <w:rPr>
          <w:rFonts w:eastAsia="Batang"/>
        </w:rPr>
      </w:pPr>
    </w:p>
    <w:p w:rsidR="003E36E5" w:rsidRPr="00B03783" w:rsidRDefault="00804F24" w:rsidP="003E36E5">
      <w:pPr>
        <w:rPr>
          <w:color w:val="000000"/>
        </w:rPr>
      </w:pPr>
      <w:r w:rsidRPr="00B03783">
        <w:rPr>
          <w:color w:val="000000"/>
        </w:rPr>
        <w:t xml:space="preserve">I </w:t>
      </w:r>
      <w:r w:rsidR="006F3B97">
        <w:rPr>
          <w:color w:val="000000"/>
        </w:rPr>
        <w:t xml:space="preserve">highly </w:t>
      </w:r>
      <w:r w:rsidRPr="00B03783">
        <w:rPr>
          <w:color w:val="000000"/>
        </w:rPr>
        <w:t xml:space="preserve">recommend </w:t>
      </w:r>
      <w:r w:rsidR="009D3AD3">
        <w:rPr>
          <w:color w:val="000000"/>
        </w:rPr>
        <w:t xml:space="preserve">McKenzie </w:t>
      </w:r>
      <w:r w:rsidR="00FA553B">
        <w:rPr>
          <w:color w:val="000000"/>
        </w:rPr>
        <w:t xml:space="preserve">Leonard </w:t>
      </w:r>
      <w:r w:rsidR="003C3A67">
        <w:rPr>
          <w:color w:val="000000"/>
        </w:rPr>
        <w:t xml:space="preserve">as an excellent candidate for </w:t>
      </w:r>
      <w:r w:rsidR="009D3AD3">
        <w:rPr>
          <w:color w:val="000000"/>
        </w:rPr>
        <w:t>admission into your university.</w:t>
      </w:r>
      <w:r w:rsidR="003E36E5" w:rsidRPr="00B03783">
        <w:rPr>
          <w:color w:val="000000"/>
        </w:rPr>
        <w:t xml:space="preserve">  </w:t>
      </w:r>
      <w:r w:rsidR="00973232">
        <w:rPr>
          <w:color w:val="000000"/>
        </w:rPr>
        <w:t>As her teacher, s</w:t>
      </w:r>
      <w:r w:rsidR="003E36E5" w:rsidRPr="00B03783">
        <w:rPr>
          <w:color w:val="000000"/>
        </w:rPr>
        <w:t xml:space="preserve">he has made me proud and I am sure will continue to do </w:t>
      </w:r>
      <w:r w:rsidR="0087575E">
        <w:rPr>
          <w:color w:val="000000"/>
        </w:rPr>
        <w:t>so.</w:t>
      </w:r>
      <w:r w:rsidR="00E72FC6">
        <w:rPr>
          <w:color w:val="000000"/>
        </w:rPr>
        <w:t xml:space="preserve">  </w:t>
      </w:r>
      <w:r w:rsidR="00973232">
        <w:rPr>
          <w:color w:val="000000"/>
        </w:rPr>
        <w:t>Please</w:t>
      </w:r>
      <w:r w:rsidR="00FA553B">
        <w:rPr>
          <w:color w:val="000000"/>
        </w:rPr>
        <w:t xml:space="preserve"> feel</w:t>
      </w:r>
      <w:r w:rsidR="003E36E5" w:rsidRPr="00B03783">
        <w:rPr>
          <w:rFonts w:eastAsia="Batang"/>
        </w:rPr>
        <w:t xml:space="preserve"> free to contact me if you need more information.  Yo</w:t>
      </w:r>
      <w:r w:rsidR="00675468">
        <w:rPr>
          <w:rFonts w:eastAsia="Batang"/>
        </w:rPr>
        <w:t>u may reach me at (970) 587-6014</w:t>
      </w:r>
      <w:r w:rsidR="003E36E5" w:rsidRPr="00B03783">
        <w:rPr>
          <w:rFonts w:eastAsia="Batang"/>
        </w:rPr>
        <w:t xml:space="preserve"> or at </w:t>
      </w:r>
      <w:hyperlink r:id="rId7" w:history="1">
        <w:r w:rsidR="00675468" w:rsidRPr="00481948">
          <w:rPr>
            <w:rStyle w:val="Hyperlink"/>
            <w:rFonts w:eastAsia="Batang"/>
          </w:rPr>
          <w:t>botteman@weldre5j.k12.co.us</w:t>
        </w:r>
      </w:hyperlink>
      <w:r w:rsidR="003C3A67">
        <w:rPr>
          <w:rFonts w:eastAsia="Batang"/>
        </w:rPr>
        <w:t>.</w:t>
      </w:r>
    </w:p>
    <w:p w:rsidR="00804F24" w:rsidRPr="00B03783" w:rsidRDefault="00804F24" w:rsidP="003E36E5">
      <w:pPr>
        <w:pStyle w:val="Closing"/>
        <w:tabs>
          <w:tab w:val="left" w:pos="0"/>
        </w:tabs>
        <w:ind w:left="0"/>
        <w:rPr>
          <w:rFonts w:eastAsia="Batang"/>
          <w:sz w:val="24"/>
          <w:szCs w:val="24"/>
        </w:rPr>
      </w:pPr>
    </w:p>
    <w:p w:rsidR="003E36E5" w:rsidRPr="00B03783" w:rsidRDefault="003E36E5" w:rsidP="003E36E5">
      <w:pPr>
        <w:pStyle w:val="Closing"/>
        <w:tabs>
          <w:tab w:val="left" w:pos="0"/>
        </w:tabs>
        <w:ind w:left="0"/>
        <w:rPr>
          <w:rFonts w:eastAsia="Batang"/>
          <w:sz w:val="24"/>
          <w:szCs w:val="24"/>
        </w:rPr>
      </w:pPr>
      <w:r w:rsidRPr="00B03783">
        <w:rPr>
          <w:rFonts w:eastAsia="Batang"/>
          <w:sz w:val="24"/>
          <w:szCs w:val="24"/>
        </w:rPr>
        <w:fldChar w:fldCharType="begin"/>
      </w:r>
      <w:r w:rsidRPr="00B03783">
        <w:rPr>
          <w:rFonts w:eastAsia="Batang"/>
          <w:sz w:val="24"/>
          <w:szCs w:val="24"/>
        </w:rPr>
        <w:instrText xml:space="preserve"> AUTOTEXTLIST </w:instrText>
      </w:r>
      <w:r w:rsidRPr="00B03783">
        <w:rPr>
          <w:rFonts w:eastAsia="Batang"/>
          <w:sz w:val="24"/>
          <w:szCs w:val="24"/>
        </w:rPr>
        <w:fldChar w:fldCharType="separate"/>
      </w:r>
      <w:r w:rsidRPr="00B03783">
        <w:rPr>
          <w:rFonts w:eastAsia="Batang"/>
          <w:sz w:val="24"/>
          <w:szCs w:val="24"/>
        </w:rPr>
        <w:t>Sincerely,</w:t>
      </w:r>
      <w:r w:rsidRPr="00B03783">
        <w:rPr>
          <w:rFonts w:eastAsia="Batang"/>
          <w:sz w:val="24"/>
          <w:szCs w:val="24"/>
        </w:rPr>
        <w:fldChar w:fldCharType="end"/>
      </w:r>
    </w:p>
    <w:p w:rsidR="003E36E5" w:rsidRPr="00B03783" w:rsidRDefault="003E36E5" w:rsidP="003E36E5">
      <w:pPr>
        <w:pStyle w:val="Signature"/>
        <w:ind w:left="0"/>
        <w:rPr>
          <w:rFonts w:eastAsia="Batang"/>
        </w:rPr>
      </w:pPr>
    </w:p>
    <w:p w:rsidR="003E36E5" w:rsidRPr="00B03783" w:rsidRDefault="003E36E5" w:rsidP="003E36E5">
      <w:pPr>
        <w:pStyle w:val="Signature"/>
        <w:ind w:left="0"/>
        <w:rPr>
          <w:rFonts w:eastAsia="Batang"/>
        </w:rPr>
      </w:pPr>
    </w:p>
    <w:p w:rsidR="003E36E5" w:rsidRPr="00B03783" w:rsidRDefault="003E36E5" w:rsidP="003E36E5">
      <w:pPr>
        <w:pStyle w:val="Signature"/>
        <w:ind w:left="0"/>
        <w:rPr>
          <w:rFonts w:eastAsia="Batang"/>
        </w:rPr>
      </w:pPr>
    </w:p>
    <w:p w:rsidR="003E36E5" w:rsidRPr="00B03783" w:rsidRDefault="003E36E5" w:rsidP="003E36E5">
      <w:pPr>
        <w:pStyle w:val="Signature"/>
        <w:ind w:left="0"/>
        <w:rPr>
          <w:rFonts w:eastAsia="Batang"/>
        </w:rPr>
      </w:pPr>
      <w:r w:rsidRPr="00B03783">
        <w:rPr>
          <w:rFonts w:eastAsia="Batang"/>
        </w:rPr>
        <w:t>M</w:t>
      </w:r>
      <w:r w:rsidR="00675468">
        <w:rPr>
          <w:rFonts w:eastAsia="Batang"/>
        </w:rPr>
        <w:t>r</w:t>
      </w:r>
      <w:r w:rsidRPr="00B03783">
        <w:rPr>
          <w:rFonts w:eastAsia="Batang"/>
        </w:rPr>
        <w:t xml:space="preserve">s. </w:t>
      </w:r>
      <w:smartTag w:uri="urn:schemas-microsoft-com:office:smarttags" w:element="PersonName">
        <w:r w:rsidR="00675468">
          <w:rPr>
            <w:rFonts w:eastAsia="Batang"/>
          </w:rPr>
          <w:t>Brenda Otteman</w:t>
        </w:r>
      </w:smartTag>
    </w:p>
    <w:p w:rsidR="003E36E5" w:rsidRPr="00B03783" w:rsidRDefault="003E36E5" w:rsidP="003E36E5">
      <w:pPr>
        <w:pStyle w:val="Signature"/>
        <w:ind w:left="0"/>
        <w:rPr>
          <w:rFonts w:eastAsia="Batang"/>
        </w:rPr>
      </w:pPr>
      <w:smartTag w:uri="urn:schemas-microsoft-com:office:smarttags" w:element="place">
        <w:smartTag w:uri="urn:schemas-microsoft-com:office:smarttags" w:element="PlaceName">
          <w:r w:rsidRPr="00B03783">
            <w:rPr>
              <w:rFonts w:eastAsia="Batang"/>
            </w:rPr>
            <w:t>Roosevelt</w:t>
          </w:r>
        </w:smartTag>
        <w:r w:rsidRPr="00B03783">
          <w:rPr>
            <w:rFonts w:eastAsia="Batang"/>
          </w:rPr>
          <w:t xml:space="preserve"> </w:t>
        </w:r>
        <w:smartTag w:uri="urn:schemas-microsoft-com:office:smarttags" w:element="PlaceType">
          <w:r w:rsidRPr="00B03783">
            <w:rPr>
              <w:rFonts w:eastAsia="Batang"/>
            </w:rPr>
            <w:t>High School</w:t>
          </w:r>
        </w:smartTag>
      </w:smartTag>
      <w:r w:rsidRPr="00B03783">
        <w:rPr>
          <w:rFonts w:eastAsia="Batang"/>
        </w:rPr>
        <w:t xml:space="preserve"> </w:t>
      </w:r>
    </w:p>
    <w:p w:rsidR="00A22E46" w:rsidRPr="00B03783" w:rsidRDefault="00675468" w:rsidP="00FA553B">
      <w:pPr>
        <w:pStyle w:val="Signature"/>
        <w:ind w:left="0"/>
        <w:rPr>
          <w:rFonts w:eastAsia="Batang"/>
        </w:rPr>
      </w:pPr>
      <w:r>
        <w:rPr>
          <w:rFonts w:eastAsia="Batang"/>
        </w:rPr>
        <w:t>Biology</w:t>
      </w:r>
      <w:r w:rsidR="003E36E5" w:rsidRPr="00B03783">
        <w:rPr>
          <w:rFonts w:eastAsia="Batang"/>
        </w:rPr>
        <w:t xml:space="preserve"> Teacher</w:t>
      </w:r>
    </w:p>
    <w:sectPr w:rsidR="00A22E46" w:rsidRPr="00B03783" w:rsidSect="00E86B22">
      <w:headerReference w:type="default" r:id="rId8"/>
      <w:pgSz w:w="12240" w:h="15840" w:code="1"/>
      <w:pgMar w:top="3510" w:right="1800" w:bottom="1440" w:left="1800" w:header="12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774" w:rsidRDefault="00184774">
      <w:r>
        <w:separator/>
      </w:r>
    </w:p>
  </w:endnote>
  <w:endnote w:type="continuationSeparator" w:id="0">
    <w:p w:rsidR="00184774" w:rsidRDefault="0018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774" w:rsidRDefault="00184774">
      <w:r>
        <w:separator/>
      </w:r>
    </w:p>
  </w:footnote>
  <w:footnote w:type="continuationSeparator" w:id="0">
    <w:p w:rsidR="00184774" w:rsidRDefault="00184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152" w:rsidRPr="007D5FF1" w:rsidRDefault="007D5FF1" w:rsidP="00E86B22">
    <w:pPr>
      <w:jc w:val="right"/>
      <w:rPr>
        <w:rFonts w:ascii="Verdana" w:hAnsi="Verdana"/>
        <w:b/>
        <w:smallCaps/>
        <w:spacing w:val="60"/>
        <w:sz w:val="42"/>
        <w:szCs w:val="4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noProof/>
        <w:spacing w:val="60"/>
        <w:szCs w:val="4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-330835</wp:posOffset>
          </wp:positionH>
          <wp:positionV relativeFrom="paragraph">
            <wp:posOffset>-423545</wp:posOffset>
          </wp:positionV>
          <wp:extent cx="1987550" cy="1919605"/>
          <wp:effectExtent l="0" t="0" r="0" b="4445"/>
          <wp:wrapNone/>
          <wp:docPr id="1" name="Picture 1" descr="District_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istrict_Logo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12000" contrast="30000"/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7550" cy="191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0152" w:rsidRPr="007D5FF1">
      <w:rPr>
        <w:rFonts w:ascii="Verdana" w:hAnsi="Verdana"/>
        <w:b/>
        <w:smallCaps/>
        <w:spacing w:val="60"/>
        <w:sz w:val="42"/>
        <w:szCs w:val="4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smartTag w:uri="urn:schemas-microsoft-com:office:smarttags" w:element="place">
      <w:smartTag w:uri="urn:schemas-microsoft-com:office:smarttags" w:element="PlaceName">
        <w:r w:rsidR="00360152" w:rsidRPr="007D5FF1">
          <w:rPr>
            <w:rFonts w:ascii="Verdana" w:hAnsi="Verdana"/>
            <w:b/>
            <w:smallCaps/>
            <w:spacing w:val="60"/>
            <w:sz w:val="42"/>
            <w:szCs w:val="42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  <w:t>Roosevelt</w:t>
        </w:r>
      </w:smartTag>
      <w:r w:rsidR="00360152" w:rsidRPr="007D5FF1">
        <w:rPr>
          <w:rFonts w:ascii="Verdana" w:hAnsi="Verdana"/>
          <w:b/>
          <w:smallCaps/>
          <w:spacing w:val="60"/>
          <w:sz w:val="42"/>
          <w:szCs w:val="4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smartTag w:uri="urn:schemas-microsoft-com:office:smarttags" w:element="PlaceType">
        <w:r w:rsidR="00360152" w:rsidRPr="007D5FF1">
          <w:rPr>
            <w:rFonts w:ascii="Verdana" w:hAnsi="Verdana"/>
            <w:b/>
            <w:smallCaps/>
            <w:spacing w:val="60"/>
            <w:sz w:val="42"/>
            <w:szCs w:val="42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  <w:t>High School</w:t>
        </w:r>
      </w:smartTag>
    </w:smartTag>
  </w:p>
  <w:p w:rsidR="00360152" w:rsidRPr="001225AD" w:rsidRDefault="00360152" w:rsidP="00E86B22">
    <w:pPr>
      <w:tabs>
        <w:tab w:val="left" w:pos="2160"/>
        <w:tab w:val="right" w:pos="8640"/>
      </w:tabs>
      <w:rPr>
        <w:rFonts w:ascii="Verdana" w:hAnsi="Verdana"/>
        <w:i/>
        <w:sz w:val="20"/>
        <w:szCs w:val="20"/>
      </w:rPr>
    </w:pPr>
    <w:r w:rsidRPr="001225AD">
      <w:rPr>
        <w:rFonts w:ascii="Verdana" w:hAnsi="Verdana"/>
        <w:i/>
        <w:sz w:val="20"/>
        <w:szCs w:val="20"/>
      </w:rPr>
      <w:tab/>
      <w:t>John Bruce – Principal</w:t>
    </w:r>
    <w:r w:rsidRPr="001225AD">
      <w:rPr>
        <w:rFonts w:ascii="Verdana" w:hAnsi="Verdana"/>
        <w:i/>
        <w:sz w:val="20"/>
        <w:szCs w:val="20"/>
      </w:rPr>
      <w:tab/>
    </w:r>
    <w:r w:rsidR="00186CB8">
      <w:rPr>
        <w:rFonts w:ascii="Verdana" w:hAnsi="Verdana"/>
        <w:i/>
        <w:sz w:val="20"/>
        <w:szCs w:val="20"/>
      </w:rPr>
      <w:t>Jennifer Alexander</w:t>
    </w:r>
    <w:r w:rsidRPr="001225AD">
      <w:rPr>
        <w:rFonts w:ascii="Verdana" w:hAnsi="Verdana"/>
        <w:i/>
        <w:sz w:val="20"/>
        <w:szCs w:val="20"/>
      </w:rPr>
      <w:t xml:space="preserve"> – Assistant Principal</w:t>
    </w:r>
  </w:p>
  <w:p w:rsidR="00360152" w:rsidRPr="001225AD" w:rsidRDefault="00360152" w:rsidP="00E86B22">
    <w:pPr>
      <w:tabs>
        <w:tab w:val="left" w:pos="2160"/>
        <w:tab w:val="right" w:pos="8640"/>
      </w:tabs>
      <w:rPr>
        <w:rFonts w:ascii="Verdana" w:hAnsi="Verdana"/>
        <w:i/>
        <w:sz w:val="20"/>
        <w:szCs w:val="20"/>
      </w:rPr>
    </w:pPr>
    <w:r w:rsidRPr="001225AD">
      <w:rPr>
        <w:rFonts w:ascii="Verdana" w:hAnsi="Verdana"/>
        <w:i/>
        <w:sz w:val="20"/>
        <w:szCs w:val="20"/>
      </w:rPr>
      <w:tab/>
      <w:t>616 North 2</w:t>
    </w:r>
    <w:r w:rsidRPr="001225AD">
      <w:rPr>
        <w:rFonts w:ascii="Verdana" w:hAnsi="Verdana"/>
        <w:i/>
        <w:sz w:val="20"/>
        <w:szCs w:val="20"/>
        <w:vertAlign w:val="superscript"/>
      </w:rPr>
      <w:t>nd</w:t>
    </w:r>
    <w:r w:rsidRPr="001225AD">
      <w:rPr>
        <w:rFonts w:ascii="Verdana" w:hAnsi="Verdana"/>
        <w:i/>
        <w:sz w:val="20"/>
        <w:szCs w:val="20"/>
      </w:rPr>
      <w:t xml:space="preserve"> Street</w:t>
    </w:r>
    <w:r w:rsidRPr="001225AD">
      <w:rPr>
        <w:rFonts w:ascii="Verdana" w:hAnsi="Verdana"/>
        <w:i/>
        <w:sz w:val="20"/>
        <w:szCs w:val="20"/>
      </w:rPr>
      <w:tab/>
      <w:t>Phone – 970.587.6000</w:t>
    </w:r>
  </w:p>
  <w:p w:rsidR="00360152" w:rsidRPr="00E86B22" w:rsidRDefault="00360152" w:rsidP="00E86B22">
    <w:pPr>
      <w:tabs>
        <w:tab w:val="left" w:pos="2160"/>
        <w:tab w:val="right" w:pos="8640"/>
      </w:tabs>
      <w:rPr>
        <w:rFonts w:ascii="Verdana" w:hAnsi="Verdana"/>
        <w:i/>
        <w:sz w:val="20"/>
        <w:szCs w:val="20"/>
      </w:rPr>
    </w:pPr>
    <w:r w:rsidRPr="001225AD">
      <w:rPr>
        <w:rFonts w:ascii="Verdana" w:hAnsi="Verdana"/>
        <w:i/>
        <w:sz w:val="20"/>
        <w:szCs w:val="20"/>
      </w:rPr>
      <w:tab/>
    </w:r>
    <w:smartTag w:uri="urn:schemas-microsoft-com:office:smarttags" w:element="place">
      <w:smartTag w:uri="urn:schemas-microsoft-com:office:smarttags" w:element="City">
        <w:r w:rsidRPr="001225AD">
          <w:rPr>
            <w:rFonts w:ascii="Verdana" w:hAnsi="Verdana"/>
            <w:i/>
            <w:sz w:val="20"/>
            <w:szCs w:val="20"/>
          </w:rPr>
          <w:t>Johnstown</w:t>
        </w:r>
      </w:smartTag>
      <w:r w:rsidRPr="001225AD">
        <w:rPr>
          <w:rFonts w:ascii="Verdana" w:hAnsi="Verdana"/>
          <w:i/>
          <w:sz w:val="20"/>
          <w:szCs w:val="20"/>
        </w:rPr>
        <w:t xml:space="preserve">, </w:t>
      </w:r>
      <w:smartTag w:uri="urn:schemas-microsoft-com:office:smarttags" w:element="State">
        <w:r w:rsidRPr="001225AD">
          <w:rPr>
            <w:rFonts w:ascii="Verdana" w:hAnsi="Verdana"/>
            <w:i/>
            <w:sz w:val="20"/>
            <w:szCs w:val="20"/>
          </w:rPr>
          <w:t>CO</w:t>
        </w:r>
      </w:smartTag>
      <w:r w:rsidRPr="001225AD">
        <w:rPr>
          <w:rFonts w:ascii="Verdana" w:hAnsi="Verdana"/>
          <w:i/>
          <w:sz w:val="20"/>
          <w:szCs w:val="20"/>
        </w:rPr>
        <w:t xml:space="preserve">  </w:t>
      </w:r>
      <w:smartTag w:uri="urn:schemas-microsoft-com:office:smarttags" w:element="PostalCode">
        <w:r w:rsidRPr="001225AD">
          <w:rPr>
            <w:rFonts w:ascii="Verdana" w:hAnsi="Verdana"/>
            <w:i/>
            <w:sz w:val="20"/>
            <w:szCs w:val="20"/>
          </w:rPr>
          <w:t>80534</w:t>
        </w:r>
      </w:smartTag>
    </w:smartTag>
    <w:r w:rsidRPr="001225AD">
      <w:rPr>
        <w:rFonts w:ascii="Verdana" w:hAnsi="Verdana"/>
        <w:i/>
        <w:sz w:val="20"/>
        <w:szCs w:val="20"/>
      </w:rPr>
      <w:tab/>
      <w:t>Facsimile – 970.587.2608</w:t>
    </w:r>
  </w:p>
  <w:p w:rsidR="00360152" w:rsidRDefault="007D5FF1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3175</wp:posOffset>
          </wp:positionH>
          <wp:positionV relativeFrom="paragraph">
            <wp:posOffset>323850</wp:posOffset>
          </wp:positionV>
          <wp:extent cx="5479415" cy="6226175"/>
          <wp:effectExtent l="0" t="0" r="6985" b="3175"/>
          <wp:wrapNone/>
          <wp:docPr id="2" name="Picture 2" descr="Copy of SUS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py of SUSAN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90000" contrast="-9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9415" cy="6226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75F"/>
    <w:rsid w:val="00013376"/>
    <w:rsid w:val="00015160"/>
    <w:rsid w:val="000861DC"/>
    <w:rsid w:val="000A40D6"/>
    <w:rsid w:val="000C380E"/>
    <w:rsid w:val="000D38B8"/>
    <w:rsid w:val="000E48CD"/>
    <w:rsid w:val="00112839"/>
    <w:rsid w:val="001225AD"/>
    <w:rsid w:val="001514B8"/>
    <w:rsid w:val="00153B03"/>
    <w:rsid w:val="00154939"/>
    <w:rsid w:val="00163FFD"/>
    <w:rsid w:val="00184774"/>
    <w:rsid w:val="00186CB8"/>
    <w:rsid w:val="0025334C"/>
    <w:rsid w:val="002906F5"/>
    <w:rsid w:val="002F56A5"/>
    <w:rsid w:val="00304FAA"/>
    <w:rsid w:val="003166EB"/>
    <w:rsid w:val="00360152"/>
    <w:rsid w:val="003674D6"/>
    <w:rsid w:val="00380155"/>
    <w:rsid w:val="003822F3"/>
    <w:rsid w:val="003C3A67"/>
    <w:rsid w:val="003E36E5"/>
    <w:rsid w:val="00417D17"/>
    <w:rsid w:val="004F6399"/>
    <w:rsid w:val="004F77D0"/>
    <w:rsid w:val="005665C3"/>
    <w:rsid w:val="00597684"/>
    <w:rsid w:val="005B38C1"/>
    <w:rsid w:val="005C2106"/>
    <w:rsid w:val="005C2785"/>
    <w:rsid w:val="005C72C3"/>
    <w:rsid w:val="00640B8A"/>
    <w:rsid w:val="0065409F"/>
    <w:rsid w:val="006658D2"/>
    <w:rsid w:val="00675468"/>
    <w:rsid w:val="006F3B97"/>
    <w:rsid w:val="007006AF"/>
    <w:rsid w:val="00704EA5"/>
    <w:rsid w:val="00714409"/>
    <w:rsid w:val="007632D1"/>
    <w:rsid w:val="00791CF6"/>
    <w:rsid w:val="007A5C76"/>
    <w:rsid w:val="007D5FF1"/>
    <w:rsid w:val="00804F24"/>
    <w:rsid w:val="0083675F"/>
    <w:rsid w:val="0086578C"/>
    <w:rsid w:val="0087575E"/>
    <w:rsid w:val="008A5FC1"/>
    <w:rsid w:val="008B3B79"/>
    <w:rsid w:val="008B4647"/>
    <w:rsid w:val="008B65B1"/>
    <w:rsid w:val="008C36B9"/>
    <w:rsid w:val="008F10CB"/>
    <w:rsid w:val="00923FB6"/>
    <w:rsid w:val="00943F4B"/>
    <w:rsid w:val="00973232"/>
    <w:rsid w:val="00986CAB"/>
    <w:rsid w:val="009D3AD3"/>
    <w:rsid w:val="00A22E46"/>
    <w:rsid w:val="00A27ED7"/>
    <w:rsid w:val="00AC202E"/>
    <w:rsid w:val="00B03783"/>
    <w:rsid w:val="00B10719"/>
    <w:rsid w:val="00B36F15"/>
    <w:rsid w:val="00B62B07"/>
    <w:rsid w:val="00BB2BF0"/>
    <w:rsid w:val="00CE2726"/>
    <w:rsid w:val="00D406B7"/>
    <w:rsid w:val="00DB7299"/>
    <w:rsid w:val="00DD0741"/>
    <w:rsid w:val="00E115B6"/>
    <w:rsid w:val="00E24A6A"/>
    <w:rsid w:val="00E43B0A"/>
    <w:rsid w:val="00E64164"/>
    <w:rsid w:val="00E65774"/>
    <w:rsid w:val="00E72FC6"/>
    <w:rsid w:val="00E86B22"/>
    <w:rsid w:val="00ED1572"/>
    <w:rsid w:val="00EF7A44"/>
    <w:rsid w:val="00F60C0D"/>
    <w:rsid w:val="00F71FFC"/>
    <w:rsid w:val="00F91055"/>
    <w:rsid w:val="00FA1012"/>
    <w:rsid w:val="00FA553B"/>
    <w:rsid w:val="00FE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6E5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E86B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86B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A22E46"/>
    <w:pPr>
      <w:spacing w:after="220" w:line="220" w:lineRule="atLeast"/>
      <w:ind w:left="835" w:right="-360"/>
    </w:pPr>
    <w:rPr>
      <w:sz w:val="20"/>
      <w:szCs w:val="20"/>
    </w:rPr>
  </w:style>
  <w:style w:type="paragraph" w:styleId="Closing">
    <w:name w:val="Closing"/>
    <w:basedOn w:val="Normal"/>
    <w:next w:val="Signature"/>
    <w:rsid w:val="00A22E46"/>
    <w:pPr>
      <w:keepNext/>
      <w:spacing w:after="60"/>
      <w:ind w:left="840" w:right="-360"/>
    </w:pPr>
    <w:rPr>
      <w:sz w:val="20"/>
      <w:szCs w:val="20"/>
    </w:rPr>
  </w:style>
  <w:style w:type="paragraph" w:styleId="Signature">
    <w:name w:val="Signature"/>
    <w:basedOn w:val="Normal"/>
    <w:rsid w:val="00A22E46"/>
    <w:pPr>
      <w:ind w:left="4320"/>
    </w:pPr>
  </w:style>
  <w:style w:type="character" w:styleId="Hyperlink">
    <w:name w:val="Hyperlink"/>
    <w:basedOn w:val="DefaultParagraphFont"/>
    <w:rsid w:val="00154939"/>
    <w:rPr>
      <w:color w:val="0000FF"/>
      <w:u w:val="single"/>
    </w:rPr>
  </w:style>
  <w:style w:type="paragraph" w:styleId="BalloonText">
    <w:name w:val="Balloon Text"/>
    <w:basedOn w:val="Normal"/>
    <w:semiHidden/>
    <w:rsid w:val="000C38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6E5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E86B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86B2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A22E46"/>
    <w:pPr>
      <w:spacing w:after="220" w:line="220" w:lineRule="atLeast"/>
      <w:ind w:left="835" w:right="-360"/>
    </w:pPr>
    <w:rPr>
      <w:sz w:val="20"/>
      <w:szCs w:val="20"/>
    </w:rPr>
  </w:style>
  <w:style w:type="paragraph" w:styleId="Closing">
    <w:name w:val="Closing"/>
    <w:basedOn w:val="Normal"/>
    <w:next w:val="Signature"/>
    <w:rsid w:val="00A22E46"/>
    <w:pPr>
      <w:keepNext/>
      <w:spacing w:after="60"/>
      <w:ind w:left="840" w:right="-360"/>
    </w:pPr>
    <w:rPr>
      <w:sz w:val="20"/>
      <w:szCs w:val="20"/>
    </w:rPr>
  </w:style>
  <w:style w:type="paragraph" w:styleId="Signature">
    <w:name w:val="Signature"/>
    <w:basedOn w:val="Normal"/>
    <w:rsid w:val="00A22E46"/>
    <w:pPr>
      <w:ind w:left="4320"/>
    </w:pPr>
  </w:style>
  <w:style w:type="character" w:styleId="Hyperlink">
    <w:name w:val="Hyperlink"/>
    <w:basedOn w:val="DefaultParagraphFont"/>
    <w:rsid w:val="00154939"/>
    <w:rPr>
      <w:color w:val="0000FF"/>
      <w:u w:val="single"/>
    </w:rPr>
  </w:style>
  <w:style w:type="paragraph" w:styleId="BalloonText">
    <w:name w:val="Balloon Text"/>
    <w:basedOn w:val="Normal"/>
    <w:semiHidden/>
    <w:rsid w:val="000C38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5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otteman@weldre5j.k12.co.u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Rhs-server\Teachers\DCook\Department\Correspondence\College%20Adm%20Rec%20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College Adm Rec letter</Template>
  <TotalTime>0</TotalTime>
  <Pages>1</Pages>
  <Words>290</Words>
  <Characters>1657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Note: to remove the “Rough Rider” seal from background, click on “View”, then “Header and Footer,” then click on the seal and </vt:lpstr>
    </vt:vector>
  </TitlesOfParts>
  <Company>Weld co school district re5j</Company>
  <LinksUpToDate>false</LinksUpToDate>
  <CharactersWithSpaces>1944</CharactersWithSpaces>
  <SharedDoc>false</SharedDoc>
  <HLinks>
    <vt:vector size="6" baseType="variant">
      <vt:variant>
        <vt:i4>5832741</vt:i4>
      </vt:variant>
      <vt:variant>
        <vt:i4>0</vt:i4>
      </vt:variant>
      <vt:variant>
        <vt:i4>0</vt:i4>
      </vt:variant>
      <vt:variant>
        <vt:i4>5</vt:i4>
      </vt:variant>
      <vt:variant>
        <vt:lpwstr>mailto:botteman@weldre5j.k12.co.us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Note: to remove the “Rough Rider” seal from background, click on “View”, then “Header and Footer,” then click on the seal and</dc:title>
  <dc:creator>DCook</dc:creator>
  <cp:lastModifiedBy>M Leonard</cp:lastModifiedBy>
  <cp:revision>2</cp:revision>
  <cp:lastPrinted>2010-03-15T17:55:00Z</cp:lastPrinted>
  <dcterms:created xsi:type="dcterms:W3CDTF">2010-11-18T23:46:00Z</dcterms:created>
  <dcterms:modified xsi:type="dcterms:W3CDTF">2010-11-18T23:46:00Z</dcterms:modified>
</cp:coreProperties>
</file>